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B213B-FD1E-498B-A972-19F051BE39A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